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6C0BBD" w:rsidP="00EE232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Údržba extravilánových prvků</w:t>
            </w:r>
            <w:r w:rsidR="00B33611">
              <w:rPr>
                <w:rFonts w:ascii="Arial" w:hAnsi="Arial" w:cs="Arial"/>
                <w:color w:val="FF0000"/>
                <w:sz w:val="24"/>
                <w:szCs w:val="24"/>
              </w:rPr>
              <w:t xml:space="preserve"> uherský bro</w:t>
            </w:r>
            <w:bookmarkStart w:id="0" w:name="_GoBack"/>
            <w:bookmarkEnd w:id="0"/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>d</w:t>
            </w:r>
            <w:r w:rsidR="0045312E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</w:t>
            </w:r>
            <w:r w:rsidR="00C3798B">
              <w:rPr>
                <w:rFonts w:ascii="Arial" w:hAnsi="Arial" w:cs="Arial"/>
                <w:color w:val="FF0000"/>
                <w:sz w:val="24"/>
                <w:szCs w:val="24"/>
              </w:rPr>
              <w:t>Rybník Škrlovec</w:t>
            </w:r>
            <w:r w:rsidR="0045312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>v roce 202</w:t>
            </w:r>
            <w:r w:rsidR="00EE2327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část </w:t>
            </w:r>
            <w:r w:rsidR="00C3798B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C0BBD" w:rsidP="006C0BBD">
            <w:pPr>
              <w:rPr>
                <w:szCs w:val="20"/>
              </w:rPr>
            </w:pPr>
            <w:r>
              <w:t>PhDr</w:t>
            </w:r>
            <w:r w:rsidR="00F11D04">
              <w:t xml:space="preserve">. </w:t>
            </w:r>
            <w:r>
              <w:t>Josef Ševčík</w:t>
            </w:r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1D04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Oldřich Habrovanský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11D0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11D04">
              <w:rPr>
                <w:szCs w:val="20"/>
              </w:rPr>
              <w:t>08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11D0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F11D04">
              <w:rPr>
                <w:rFonts w:ascii="Arial" w:hAnsi="Arial" w:cs="Arial"/>
                <w:sz w:val="20"/>
              </w:rPr>
              <w:t>ldrich</w:t>
            </w:r>
            <w:r>
              <w:rPr>
                <w:rFonts w:ascii="Arial" w:hAnsi="Arial" w:cs="Arial"/>
                <w:sz w:val="20"/>
              </w:rPr>
              <w:t>.</w:t>
            </w:r>
            <w:r w:rsidR="00F11D04">
              <w:rPr>
                <w:rFonts w:ascii="Arial" w:hAnsi="Arial" w:cs="Arial"/>
                <w:sz w:val="20"/>
              </w:rPr>
              <w:t>habrovansky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 w:rsidR="00F97A43">
              <w:rPr>
                <w:rFonts w:ascii="Arial" w:hAnsi="Arial" w:cs="Arial"/>
                <w:b/>
                <w:bCs/>
              </w:rPr>
              <w:t xml:space="preserve">- </w:t>
            </w:r>
            <w:r w:rsidR="00F97A43">
              <w:rPr>
                <w:b/>
                <w:bCs/>
              </w:rPr>
              <w:t>2x seč/rok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27BD1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312E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0BBD"/>
    <w:rsid w:val="006C34BA"/>
    <w:rsid w:val="00700659"/>
    <w:rsid w:val="00724052"/>
    <w:rsid w:val="00726460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3611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3798B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14E3"/>
    <w:rsid w:val="00E86DCF"/>
    <w:rsid w:val="00E92520"/>
    <w:rsid w:val="00EB1989"/>
    <w:rsid w:val="00EC2165"/>
    <w:rsid w:val="00ED10D6"/>
    <w:rsid w:val="00EE2327"/>
    <w:rsid w:val="00F03382"/>
    <w:rsid w:val="00F03A0E"/>
    <w:rsid w:val="00F10FDC"/>
    <w:rsid w:val="00F11D04"/>
    <w:rsid w:val="00F2328E"/>
    <w:rsid w:val="00F5758E"/>
    <w:rsid w:val="00F650BD"/>
    <w:rsid w:val="00F67690"/>
    <w:rsid w:val="00F95DFF"/>
    <w:rsid w:val="00F95F5F"/>
    <w:rsid w:val="00F9675C"/>
    <w:rsid w:val="00F97A43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740FE-1492-4D13-821A-1DD4801F6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A2851D9B</Template>
  <TotalTime>9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2022-05-20T07:03:00Z</cp:lastPrinted>
  <dcterms:created xsi:type="dcterms:W3CDTF">2024-05-20T06:54:00Z</dcterms:created>
  <dcterms:modified xsi:type="dcterms:W3CDTF">2025-04-02T05:42:00Z</dcterms:modified>
</cp:coreProperties>
</file>